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59A6C" w14:textId="00321A3D" w:rsidR="00E03EF3" w:rsidRDefault="000B7C7E" w:rsidP="00912661">
      <w:pPr>
        <w:spacing w:after="0"/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1D2557BA" wp14:editId="7C563D24">
                <wp:simplePos x="0" y="0"/>
                <wp:positionH relativeFrom="column">
                  <wp:posOffset>307340</wp:posOffset>
                </wp:positionH>
                <wp:positionV relativeFrom="paragraph">
                  <wp:posOffset>307340</wp:posOffset>
                </wp:positionV>
                <wp:extent cx="4389120" cy="2560320"/>
                <wp:effectExtent l="0" t="0" r="0" b="0"/>
                <wp:wrapNone/>
                <wp:docPr id="1961759616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690783776" name="Oval 690783776"/>
                        <wps:cNvSpPr/>
                        <wps:spPr>
                          <a:xfrm>
                            <a:off x="857250" y="1143000"/>
                            <a:ext cx="542925" cy="542925"/>
                          </a:xfrm>
                          <a:prstGeom prst="ellipse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8723638" name="Connector: Elbow 918723638"/>
                        <wps:cNvCnPr>
                          <a:stCxn id="690783776" idx="2"/>
                          <a:endCxn id="196761897" idx="1"/>
                        </wps:cNvCnPr>
                        <wps:spPr>
                          <a:xfrm rot="10800000" flipH="1">
                            <a:off x="857249" y="1323975"/>
                            <a:ext cx="1714501" cy="90488"/>
                          </a:xfrm>
                          <a:prstGeom prst="bentConnector5">
                            <a:avLst>
                              <a:gd name="adj1" fmla="val -13333"/>
                              <a:gd name="adj2" fmla="val -474734"/>
                              <a:gd name="adj3" fmla="val 84500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6761897" name="Rectangle 196761897"/>
                        <wps:cNvSpPr/>
                        <wps:spPr>
                          <a:xfrm>
                            <a:off x="2571751" y="1143000"/>
                            <a:ext cx="1076325" cy="36195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105A72" id="Canvas 1" o:spid="_x0000_s1026" editas="canvas" style="position:absolute;margin-left:24.2pt;margin-top:24.2pt;width:345.6pt;height:201.6pt;z-index:251659264;mso-width-relative:margin;mso-height-relative:margin" coordsize="43891,25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3891;height:25603;visibility:visible;mso-wrap-style:square" filled="t">
                  <v:fill o:detectmouseclick="t"/>
                  <v:path o:connecttype="none"/>
                </v:shape>
                <v:oval id="Oval 690783776" o:spid="_x0000_s1028" style="position:absolute;left:8572;top:11430;width:5429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" fillcolor="#92d050" stroked="f" strokeweight="2pt"/>
                <v:shapetype id="_x0000_t36" coordsize="21600,21600" o:spt="36" o:oned="t" adj="10800,10800,10800" path="m,l@0,0@0@1@2@1@2,21600,21600,21600e" filled="f">
                  <v:stroke joinstyle="miter"/>
                  <v:formulas>
                    <v:f eqn="val #0"/>
                    <v:f eqn="val #1"/>
                    <v:f eqn="val #2"/>
                    <v:f eqn="prod #1 1 2"/>
                    <v:f eqn="mid #0 #2"/>
                    <v:f eqn="mid #1 height"/>
                  </v:formulas>
                  <v:path arrowok="t" fillok="f" o:connecttype="none"/>
                  <v:handles>
                    <v:h position="#0,@3"/>
                    <v:h position="@4,#1"/>
                    <v:h position="#2,@5"/>
                  </v:handles>
                  <o:lock v:ext="edit" shapetype="t"/>
                </v:shapetype>
                <v:shape id="Connector: Elbow 918723638" o:spid="_x0000_s1029" type="#_x0000_t36" style="position:absolute;left:8572;top:13239;width:17145;height:905;rotation:18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" adj="-2880,-102543,18252" strokecolor="black [3213]" strokeweight="1pt">
                  <v:stroke endarrow="block"/>
                </v:shape>
                <v:rect id="Rectangle 196761897" o:spid="_x0000_s1030" style="position:absolute;left:25717;top:11430;width:10763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" fillcolor="#548dd4 [1951]" stroked="f" strokeweight="2pt"/>
              </v:group>
            </w:pict>
          </mc:Fallback>
        </mc:AlternateContent>
      </w:r>
    </w:p>
    <w:sectPr w:rsidR="00E03EF3" w:rsidSect="00912661">
      <w:pgSz w:w="8392" w:h="5954" w:orient="landscape" w:code="7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C7E"/>
    <w:rsid w:val="000B7C7E"/>
    <w:rsid w:val="000C1ECD"/>
    <w:rsid w:val="002B63F0"/>
    <w:rsid w:val="00321565"/>
    <w:rsid w:val="00326855"/>
    <w:rsid w:val="004E38BB"/>
    <w:rsid w:val="005702D9"/>
    <w:rsid w:val="0062363A"/>
    <w:rsid w:val="007257C4"/>
    <w:rsid w:val="0087728C"/>
    <w:rsid w:val="00912661"/>
    <w:rsid w:val="00936920"/>
    <w:rsid w:val="00AB7264"/>
    <w:rsid w:val="00B1519E"/>
    <w:rsid w:val="00BB620D"/>
    <w:rsid w:val="00BD6080"/>
    <w:rsid w:val="00C26373"/>
    <w:rsid w:val="00E03EF3"/>
    <w:rsid w:val="00E429E3"/>
    <w:rsid w:val="00F6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B238E0"/>
  <w14:discardImageEditingData/>
  <w14:defaultImageDpi w14:val="32767"/>
  <w15:chartTrackingRefBased/>
  <w15:docId w15:val="{F979EB07-4EAE-47FC-9606-4B0954C45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DinA6qu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DinA6quer.dotx</Template>
  <TotalTime>12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1</cp:revision>
  <dcterms:created xsi:type="dcterms:W3CDTF">2023-11-10T14:58:00Z</dcterms:created>
  <dcterms:modified xsi:type="dcterms:W3CDTF">2023-11-10T15:10:00Z</dcterms:modified>
</cp:coreProperties>
</file>