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38160" w14:textId="3992C871" w:rsidR="00990E08" w:rsidRPr="002849A3" w:rsidRDefault="000372CE" w:rsidP="002849A3"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F206162" wp14:editId="564F6B6D">
                <wp:simplePos x="0" y="0"/>
                <wp:positionH relativeFrom="column">
                  <wp:posOffset>1391285</wp:posOffset>
                </wp:positionH>
                <wp:positionV relativeFrom="paragraph">
                  <wp:posOffset>711200</wp:posOffset>
                </wp:positionV>
                <wp:extent cx="1143000" cy="1143000"/>
                <wp:effectExtent l="0" t="0" r="0" b="0"/>
                <wp:wrapTight wrapText="bothSides">
                  <wp:wrapPolygon edited="1">
                    <wp:start x="21600" y="0"/>
                    <wp:lineTo x="15480" y="0"/>
                    <wp:lineTo x="10080" y="720"/>
                    <wp:lineTo x="4320" y="3600"/>
                    <wp:lineTo x="360" y="7560"/>
                    <wp:lineTo x="360" y="7920"/>
                    <wp:lineTo x="360" y="13320"/>
                    <wp:lineTo x="360" y="14040"/>
                    <wp:lineTo x="4320" y="18000"/>
                    <wp:lineTo x="10080" y="20520"/>
                    <wp:lineTo x="15480" y="21240"/>
                    <wp:lineTo x="21600" y="21240"/>
                    <wp:lineTo x="14049" y="17280"/>
                    <wp:lineTo x="10419" y="10455"/>
                    <wp:lineTo x="14484" y="3776"/>
                    <wp:lineTo x="21600" y="0"/>
                  </wp:wrapPolygon>
                </wp:wrapTight>
                <wp:docPr id="1" name="Mo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43000" cy="1143000"/>
                        </a:xfrm>
                        <a:prstGeom prst="moon">
                          <a:avLst>
                            <a:gd name="adj" fmla="val 26129"/>
                          </a:avLst>
                        </a:prstGeom>
                        <a:solidFill>
                          <a:srgbClr val="FFC000">
                            <a:alpha val="4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6F071B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Moon 1" o:spid="_x0000_s1026" type="#_x0000_t184" style="position:absolute;margin-left:109.55pt;margin-top:56pt;width:90pt;height:90pt;rotation:90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21600 0 15480 0 10080 720 4320 3600 360 7560 360 7920 360 13320 360 14040 4320 18000 10080 20520 15480 21240 21600 21240 14049 17280 10419 10455 14484 3776 216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" adj="5644" fillcolor="#ffc000" stroked="f" strokeweight="2pt">
                <v:fill opacity="26214f"/>
                <w10:wrap type="tight"/>
              </v:shape>
            </w:pict>
          </mc:Fallback>
        </mc:AlternateContent>
      </w:r>
      <w:r w:rsidR="002849A3" w:rsidRPr="002849A3">
        <w:t>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</w:t>
      </w:r>
    </w:p>
    <w:sectPr w:rsidR="00990E08" w:rsidRPr="002849A3" w:rsidSect="00990E08">
      <w:pgSz w:w="12240" w:h="15840"/>
      <w:pgMar w:top="1701" w:right="1134" w:bottom="2835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E"/>
    <w:rsid w:val="000372CE"/>
    <w:rsid w:val="000C1ECD"/>
    <w:rsid w:val="00151750"/>
    <w:rsid w:val="002636CC"/>
    <w:rsid w:val="002849A3"/>
    <w:rsid w:val="002C0920"/>
    <w:rsid w:val="00321565"/>
    <w:rsid w:val="00326855"/>
    <w:rsid w:val="003D67A5"/>
    <w:rsid w:val="004E38BB"/>
    <w:rsid w:val="0053707E"/>
    <w:rsid w:val="005702D9"/>
    <w:rsid w:val="00614E3B"/>
    <w:rsid w:val="0062363A"/>
    <w:rsid w:val="006E467C"/>
    <w:rsid w:val="007257C4"/>
    <w:rsid w:val="008135B8"/>
    <w:rsid w:val="0087728C"/>
    <w:rsid w:val="008A322D"/>
    <w:rsid w:val="00931B57"/>
    <w:rsid w:val="00936920"/>
    <w:rsid w:val="00990E08"/>
    <w:rsid w:val="00AB7264"/>
    <w:rsid w:val="00AE398D"/>
    <w:rsid w:val="00AF490F"/>
    <w:rsid w:val="00B1519E"/>
    <w:rsid w:val="00BB620D"/>
    <w:rsid w:val="00BD6080"/>
    <w:rsid w:val="00BF447E"/>
    <w:rsid w:val="00C26373"/>
    <w:rsid w:val="00CF7C00"/>
    <w:rsid w:val="00E220CE"/>
    <w:rsid w:val="00F6347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946E0"/>
  <w14:discardImageEditingData/>
  <w14:defaultImageDpi w14:val="32767"/>
  <w15:chartTrackingRefBased/>
  <w15:docId w15:val="{A371745E-105A-49E4-968F-B84B8280D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7A5"/>
    <w:pPr>
      <w:spacing w:after="0" w:line="240" w:lineRule="auto"/>
    </w:pPr>
    <w:rPr>
      <w:rFonts w:ascii="Courier New" w:hAnsi="Courier New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SingleCharactersCourier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SingleCharactersCourier2.dotx</Template>
  <TotalTime>2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3</cp:revision>
  <dcterms:created xsi:type="dcterms:W3CDTF">2021-07-05T18:11:00Z</dcterms:created>
  <dcterms:modified xsi:type="dcterms:W3CDTF">2021-07-05T18:15:00Z</dcterms:modified>
</cp:coreProperties>
</file>